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C8346-B439-4F5F-8230-7FF767FF7F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